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000" w:rsidRDefault="005C3000" w:rsidP="006D296C">
      <w:pPr>
        <w:spacing w:line="48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Megan Summers</w:t>
      </w:r>
    </w:p>
    <w:p w:rsidR="005C3000" w:rsidRDefault="005C3000" w:rsidP="006D296C">
      <w:pPr>
        <w:spacing w:line="48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Period 2</w:t>
      </w:r>
    </w:p>
    <w:p w:rsidR="005C3000" w:rsidRDefault="005C3000" w:rsidP="006D296C">
      <w:pPr>
        <w:spacing w:line="48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1-22-09</w:t>
      </w:r>
    </w:p>
    <w:p w:rsidR="005C3000" w:rsidRDefault="005C3000" w:rsidP="006D296C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SAT Words</w:t>
      </w:r>
    </w:p>
    <w:p w:rsidR="005C3000" w:rsidRDefault="005C3000" w:rsidP="006D296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vociferous-adj.   clamorous; noisy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ferous=to carry</w:t>
      </w:r>
      <w:r>
        <w:rPr>
          <w:rFonts w:ascii="Times New Roman" w:hAnsi="Times New Roman"/>
          <w:sz w:val="24"/>
          <w:szCs w:val="24"/>
        </w:rPr>
        <w:tab/>
        <w:t xml:space="preserve">voc=to call 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crowd grew vociferous in its anger and threatened to take the law into its own hands.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Helen, </w:t>
      </w:r>
      <w:r w:rsidRPr="009F1D74">
        <w:rPr>
          <w:rFonts w:ascii="Times New Roman" w:hAnsi="Times New Roman"/>
          <w:b/>
          <w:sz w:val="24"/>
          <w:szCs w:val="24"/>
          <w:u w:val="single"/>
        </w:rPr>
        <w:t>who</w:t>
      </w:r>
      <w:r w:rsidRPr="009F1D74">
        <w:rPr>
          <w:rFonts w:ascii="Times New Roman" w:hAnsi="Times New Roman"/>
          <w:b/>
          <w:sz w:val="24"/>
          <w:szCs w:val="24"/>
        </w:rPr>
        <w:t xml:space="preserve"> was blind, deaf, and mute</w:t>
      </w:r>
      <w:r>
        <w:rPr>
          <w:rFonts w:ascii="Times New Roman" w:hAnsi="Times New Roman"/>
          <w:sz w:val="24"/>
          <w:szCs w:val="24"/>
        </w:rPr>
        <w:t xml:space="preserve">, could only express her anger in a 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vociferous manner because that is all she knew to do.</w:t>
      </w:r>
    </w:p>
    <w:p w:rsidR="005C3000" w:rsidRDefault="005C3000" w:rsidP="006D296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advocate-n.    a person who speaks or writes in support or defense of a person, cause, etc. vocatus=to call</w:t>
      </w:r>
      <w:r>
        <w:rPr>
          <w:rFonts w:ascii="Times New Roman" w:hAnsi="Times New Roman"/>
          <w:sz w:val="24"/>
          <w:szCs w:val="24"/>
        </w:rPr>
        <w:tab/>
        <w:t>ad=towards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Across the street, a smaller group of personal handgun advocates gathered to stage their own demonstration.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Annie</w:t>
      </w:r>
      <w:r w:rsidRPr="00912896">
        <w:rPr>
          <w:rFonts w:ascii="Times New Roman" w:hAnsi="Times New Roman"/>
          <w:b/>
          <w:sz w:val="24"/>
          <w:szCs w:val="24"/>
        </w:rPr>
        <w:t xml:space="preserve">, </w:t>
      </w:r>
      <w:r w:rsidRPr="00912896">
        <w:rPr>
          <w:rFonts w:ascii="Times New Roman" w:hAnsi="Times New Roman"/>
          <w:b/>
          <w:sz w:val="24"/>
          <w:szCs w:val="24"/>
          <w:u w:val="single"/>
        </w:rPr>
        <w:t>who</w:t>
      </w:r>
      <w:r w:rsidRPr="00912896">
        <w:rPr>
          <w:rFonts w:ascii="Times New Roman" w:hAnsi="Times New Roman"/>
          <w:b/>
          <w:sz w:val="24"/>
          <w:szCs w:val="24"/>
        </w:rPr>
        <w:t xml:space="preserve"> became Helen’s teacher</w:t>
      </w:r>
      <w:r>
        <w:rPr>
          <w:rFonts w:ascii="Times New Roman" w:hAnsi="Times New Roman"/>
          <w:sz w:val="24"/>
          <w:szCs w:val="24"/>
        </w:rPr>
        <w:t xml:space="preserve">, also became Helen’s advocate towards 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the family.</w:t>
      </w:r>
    </w:p>
    <w:p w:rsidR="005C3000" w:rsidRDefault="005C3000" w:rsidP="006D296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vocation-n.   a particular occupation, business, or profession; calling</w:t>
      </w:r>
      <w:r>
        <w:rPr>
          <w:rFonts w:ascii="Times New Roman" w:hAnsi="Times New Roman"/>
          <w:sz w:val="24"/>
          <w:szCs w:val="24"/>
        </w:rPr>
        <w:tab/>
        <w:t>vocatus=to call</w:t>
      </w:r>
      <w:r>
        <w:rPr>
          <w:rFonts w:ascii="Times New Roman" w:hAnsi="Times New Roman"/>
          <w:sz w:val="24"/>
          <w:szCs w:val="24"/>
        </w:rPr>
        <w:tab/>
        <w:t>tion=forming nouns from verbs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Annie’s vocation </w:t>
      </w:r>
      <w:r w:rsidRPr="00912896">
        <w:rPr>
          <w:rFonts w:ascii="Times New Roman" w:hAnsi="Times New Roman"/>
          <w:b/>
          <w:sz w:val="24"/>
          <w:szCs w:val="24"/>
          <w:u w:val="single"/>
        </w:rPr>
        <w:t>which</w:t>
      </w:r>
      <w:r w:rsidRPr="00912896">
        <w:rPr>
          <w:rFonts w:ascii="Times New Roman" w:hAnsi="Times New Roman"/>
          <w:b/>
          <w:sz w:val="24"/>
          <w:szCs w:val="24"/>
        </w:rPr>
        <w:t xml:space="preserve"> was teaching Helen language</w:t>
      </w:r>
      <w:r>
        <w:rPr>
          <w:rFonts w:ascii="Times New Roman" w:hAnsi="Times New Roman"/>
          <w:sz w:val="24"/>
          <w:szCs w:val="24"/>
        </w:rPr>
        <w:t xml:space="preserve">, became a very </w:t>
      </w:r>
    </w:p>
    <w:p w:rsidR="005C3000" w:rsidRPr="00AF3E46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challenging job.</w:t>
      </w:r>
    </w:p>
    <w:p w:rsidR="005C3000" w:rsidRDefault="005C3000" w:rsidP="006D296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avocation-n.</w:t>
      </w:r>
      <w:r>
        <w:rPr>
          <w:rFonts w:ascii="Times New Roman" w:hAnsi="Times New Roman"/>
          <w:sz w:val="24"/>
          <w:szCs w:val="24"/>
        </w:rPr>
        <w:tab/>
        <w:t>calling; minor occupation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vocat-to call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His hobby proved to be so fascinating and profitable that gradually he abandoned his regular occupation and concentrated on his avocation.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Annie, </w:t>
      </w:r>
      <w:r w:rsidRPr="00AD0905">
        <w:rPr>
          <w:rFonts w:ascii="Times New Roman" w:hAnsi="Times New Roman"/>
          <w:b/>
          <w:sz w:val="24"/>
          <w:szCs w:val="24"/>
          <w:u w:val="single"/>
        </w:rPr>
        <w:t>who</w:t>
      </w:r>
      <w:r w:rsidRPr="00AD0905">
        <w:rPr>
          <w:rFonts w:ascii="Times New Roman" w:hAnsi="Times New Roman"/>
          <w:b/>
          <w:sz w:val="24"/>
          <w:szCs w:val="24"/>
        </w:rPr>
        <w:t xml:space="preserve"> had never taught before</w:t>
      </w:r>
      <w:r>
        <w:rPr>
          <w:rFonts w:ascii="Times New Roman" w:hAnsi="Times New Roman"/>
          <w:sz w:val="24"/>
          <w:szCs w:val="24"/>
        </w:rPr>
        <w:t xml:space="preserve">, thought Helen would become her 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avocation but Helen soon became her primary occupation.</w:t>
      </w:r>
    </w:p>
    <w:p w:rsidR="005C3000" w:rsidRDefault="005C3000" w:rsidP="006D296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invocation-n.</w:t>
      </w:r>
      <w:r>
        <w:rPr>
          <w:rFonts w:ascii="Times New Roman" w:hAnsi="Times New Roman"/>
          <w:sz w:val="24"/>
          <w:szCs w:val="24"/>
        </w:rPr>
        <w:tab/>
        <w:t>prayer for help; calling upon as a reference or support</w:t>
      </w:r>
      <w:r>
        <w:rPr>
          <w:rFonts w:ascii="Times New Roman" w:hAnsi="Times New Roman"/>
          <w:sz w:val="24"/>
          <w:szCs w:val="24"/>
        </w:rPr>
        <w:tab/>
      </w:r>
    </w:p>
    <w:p w:rsidR="005C3000" w:rsidRDefault="005C3000" w:rsidP="006D296C">
      <w:pPr>
        <w:pStyle w:val="ListParagraph"/>
        <w:spacing w:line="480" w:lineRule="auto"/>
        <w:rPr>
          <w:rFonts w:ascii="Times New Roman" w:hAnsi="Times New Roman"/>
          <w:sz w:val="24"/>
          <w:szCs w:val="24"/>
        </w:rPr>
      </w:pPr>
      <w:r w:rsidRPr="00435272">
        <w:rPr>
          <w:rFonts w:ascii="Times New Roman" w:hAnsi="Times New Roman"/>
          <w:sz w:val="24"/>
          <w:szCs w:val="24"/>
        </w:rPr>
        <w:t>vocat=to call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in=against</w:t>
      </w:r>
    </w:p>
    <w:p w:rsidR="005C3000" w:rsidRDefault="005C3000" w:rsidP="006D296C">
      <w:pPr>
        <w:pStyle w:val="ListParagraph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The service of Morning Prayer opens with an invocation during which we ask </w:t>
      </w:r>
    </w:p>
    <w:p w:rsidR="005C3000" w:rsidRDefault="005C3000" w:rsidP="006D296C">
      <w:pPr>
        <w:pStyle w:val="ListParagraph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God to hear our prayers.</w:t>
      </w:r>
    </w:p>
    <w:p w:rsidR="005C3000" w:rsidRDefault="005C3000" w:rsidP="006D296C">
      <w:pPr>
        <w:pStyle w:val="ListParagraph"/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An invocation occurred at the beginning of the book during </w:t>
      </w:r>
      <w:r w:rsidRPr="00435272">
        <w:rPr>
          <w:rFonts w:ascii="Times New Roman" w:hAnsi="Times New Roman"/>
          <w:b/>
          <w:sz w:val="24"/>
          <w:szCs w:val="24"/>
        </w:rPr>
        <w:t xml:space="preserve">which Annie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C3000" w:rsidRDefault="005C3000" w:rsidP="006D296C">
      <w:pPr>
        <w:pStyle w:val="ListParagraph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   </w:t>
      </w:r>
      <w:r w:rsidRPr="00435272">
        <w:rPr>
          <w:rFonts w:ascii="Times New Roman" w:hAnsi="Times New Roman"/>
          <w:b/>
          <w:sz w:val="24"/>
          <w:szCs w:val="24"/>
        </w:rPr>
        <w:t>asked for Katie’s support and back up</w:t>
      </w:r>
      <w:r w:rsidRPr="00435272">
        <w:rPr>
          <w:rFonts w:ascii="Times New Roman" w:hAnsi="Times New Roman"/>
          <w:sz w:val="24"/>
          <w:szCs w:val="24"/>
        </w:rPr>
        <w:t xml:space="preserve"> throughout Annie’s journey with </w:t>
      </w:r>
    </w:p>
    <w:p w:rsidR="005C3000" w:rsidRDefault="005C3000" w:rsidP="006D296C">
      <w:pPr>
        <w:pStyle w:val="ListParagraph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</w:t>
      </w:r>
      <w:r w:rsidRPr="00435272">
        <w:rPr>
          <w:rFonts w:ascii="Times New Roman" w:hAnsi="Times New Roman"/>
          <w:sz w:val="24"/>
          <w:szCs w:val="24"/>
        </w:rPr>
        <w:t>Helen.</w:t>
      </w:r>
    </w:p>
    <w:p w:rsidR="005C3000" w:rsidRDefault="005C3000" w:rsidP="006D296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provocation-n.   something that incites, instigates, angers or irritates</w:t>
      </w:r>
    </w:p>
    <w:p w:rsidR="005C3000" w:rsidRDefault="005C3000" w:rsidP="006D296C">
      <w:pPr>
        <w:pStyle w:val="ListParagraph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vocat=to call</w:t>
      </w:r>
      <w:r>
        <w:rPr>
          <w:rFonts w:ascii="Times New Roman" w:hAnsi="Times New Roman"/>
          <w:sz w:val="24"/>
          <w:szCs w:val="24"/>
        </w:rPr>
        <w:tab/>
        <w:t>provoke=to see</w:t>
      </w:r>
    </w:p>
    <w:p w:rsidR="005C3000" w:rsidRDefault="005C3000" w:rsidP="006D296C">
      <w:pPr>
        <w:pStyle w:val="ListParagraph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Helen</w:t>
      </w:r>
      <w:r w:rsidRPr="009741F1">
        <w:rPr>
          <w:rFonts w:ascii="Times New Roman" w:hAnsi="Times New Roman"/>
          <w:sz w:val="24"/>
          <w:szCs w:val="24"/>
        </w:rPr>
        <w:t>,</w:t>
      </w:r>
      <w:r w:rsidRPr="009741F1">
        <w:rPr>
          <w:rFonts w:ascii="Times New Roman" w:hAnsi="Times New Roman"/>
          <w:b/>
          <w:sz w:val="24"/>
          <w:szCs w:val="24"/>
        </w:rPr>
        <w:t xml:space="preserve"> </w:t>
      </w:r>
      <w:r w:rsidRPr="009741F1">
        <w:rPr>
          <w:rFonts w:ascii="Times New Roman" w:hAnsi="Times New Roman"/>
          <w:b/>
          <w:sz w:val="24"/>
          <w:szCs w:val="24"/>
          <w:u w:val="single"/>
        </w:rPr>
        <w:t>who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41F1">
        <w:rPr>
          <w:rFonts w:ascii="Times New Roman" w:hAnsi="Times New Roman"/>
          <w:b/>
          <w:sz w:val="24"/>
          <w:szCs w:val="24"/>
        </w:rPr>
        <w:t xml:space="preserve">physically fought with </w:t>
      </w:r>
      <w:r>
        <w:rPr>
          <w:rFonts w:ascii="Times New Roman" w:hAnsi="Times New Roman"/>
          <w:b/>
          <w:sz w:val="24"/>
          <w:szCs w:val="24"/>
        </w:rPr>
        <w:t xml:space="preserve">the family </w:t>
      </w:r>
      <w:r w:rsidRPr="009741F1">
        <w:rPr>
          <w:rFonts w:ascii="Times New Roman" w:hAnsi="Times New Roman"/>
          <w:b/>
          <w:sz w:val="24"/>
          <w:szCs w:val="24"/>
        </w:rPr>
        <w:t>every day</w:t>
      </w:r>
      <w:r>
        <w:rPr>
          <w:rFonts w:ascii="Times New Roman" w:hAnsi="Times New Roman"/>
          <w:sz w:val="24"/>
          <w:szCs w:val="24"/>
        </w:rPr>
        <w:t xml:space="preserve">, was a provocation </w:t>
      </w:r>
    </w:p>
    <w:p w:rsidR="005C3000" w:rsidRDefault="005C3000" w:rsidP="006D296C">
      <w:pPr>
        <w:pStyle w:val="ListParagraph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9741F1">
        <w:rPr>
          <w:rFonts w:ascii="Times New Roman" w:hAnsi="Times New Roman"/>
          <w:sz w:val="24"/>
          <w:szCs w:val="24"/>
        </w:rPr>
        <w:t>to the whole household.</w:t>
      </w:r>
    </w:p>
    <w:p w:rsidR="005C3000" w:rsidRDefault="005C3000" w:rsidP="006D296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callow-adj.   youthful; immature; inexperienced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calu=bald</w:t>
      </w:r>
    </w:p>
    <w:p w:rsidR="005C3000" w:rsidRDefault="005C3000" w:rsidP="006D296C">
      <w:pPr>
        <w:pStyle w:val="ListParagraph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As a freshman, Jack was sire he was a man of the world; as a sophomore, he made </w:t>
      </w:r>
    </w:p>
    <w:p w:rsidR="005C3000" w:rsidRDefault="005C3000" w:rsidP="006D296C">
      <w:pPr>
        <w:pStyle w:val="ListParagraph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fin of freshmen as callow youths. In both cases, his judgment showed just how </w:t>
      </w:r>
    </w:p>
    <w:p w:rsidR="005C3000" w:rsidRDefault="005C3000" w:rsidP="006D296C">
      <w:pPr>
        <w:pStyle w:val="ListParagraph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callow he was.</w:t>
      </w:r>
      <w:r>
        <w:rPr>
          <w:rFonts w:ascii="Times New Roman" w:hAnsi="Times New Roman"/>
          <w:sz w:val="24"/>
          <w:szCs w:val="24"/>
        </w:rPr>
        <w:tab/>
      </w:r>
    </w:p>
    <w:p w:rsidR="005C3000" w:rsidRDefault="005C3000" w:rsidP="006D296C">
      <w:pPr>
        <w:pStyle w:val="ListParagraph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When Captain Keller first saw Annie, </w:t>
      </w:r>
      <w:r w:rsidRPr="00E24661">
        <w:rPr>
          <w:rFonts w:ascii="Times New Roman" w:hAnsi="Times New Roman"/>
          <w:b/>
          <w:sz w:val="24"/>
          <w:szCs w:val="24"/>
          <w:u w:val="single"/>
        </w:rPr>
        <w:t>who</w:t>
      </w:r>
      <w:r w:rsidRPr="00E24661">
        <w:rPr>
          <w:rFonts w:ascii="Times New Roman" w:hAnsi="Times New Roman"/>
          <w:b/>
          <w:sz w:val="24"/>
          <w:szCs w:val="24"/>
        </w:rPr>
        <w:t xml:space="preserve"> was only twenty years old</w:t>
      </w:r>
      <w:r>
        <w:rPr>
          <w:rFonts w:ascii="Times New Roman" w:hAnsi="Times New Roman"/>
          <w:sz w:val="24"/>
          <w:szCs w:val="24"/>
        </w:rPr>
        <w:t xml:space="preserve">, he </w:t>
      </w:r>
    </w:p>
    <w:p w:rsidR="005C3000" w:rsidRDefault="005C3000" w:rsidP="006D296C">
      <w:pPr>
        <w:pStyle w:val="ListParagraph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thought of her as a callow young lady who did not have enough experience to </w:t>
      </w:r>
    </w:p>
    <w:p w:rsidR="005C3000" w:rsidRDefault="005C3000" w:rsidP="006D296C">
      <w:pPr>
        <w:pStyle w:val="ListParagraph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teach poor Helen.</w:t>
      </w:r>
    </w:p>
    <w:p w:rsidR="005C3000" w:rsidRDefault="005C3000" w:rsidP="006D296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puerile-adj.   childish; immature</w:t>
      </w:r>
      <w:r>
        <w:rPr>
          <w:rFonts w:ascii="Times New Roman" w:hAnsi="Times New Roman"/>
          <w:sz w:val="24"/>
          <w:szCs w:val="24"/>
        </w:rPr>
        <w:tab/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Throwing tantrums! You should have outgrown such puerile behavior years ago.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Helen, </w:t>
      </w:r>
      <w:r w:rsidRPr="009E6347">
        <w:rPr>
          <w:rFonts w:ascii="Times New Roman" w:hAnsi="Times New Roman"/>
          <w:b/>
          <w:sz w:val="24"/>
          <w:szCs w:val="24"/>
          <w:u w:val="single"/>
        </w:rPr>
        <w:t>who</w:t>
      </w:r>
      <w:r w:rsidRPr="009E6347">
        <w:rPr>
          <w:rFonts w:ascii="Times New Roman" w:hAnsi="Times New Roman"/>
          <w:b/>
          <w:sz w:val="24"/>
          <w:szCs w:val="24"/>
        </w:rPr>
        <w:t xml:space="preserve"> has grown up in a house of love and pity</w:t>
      </w:r>
      <w:r>
        <w:rPr>
          <w:rFonts w:ascii="Times New Roman" w:hAnsi="Times New Roman"/>
          <w:sz w:val="24"/>
          <w:szCs w:val="24"/>
        </w:rPr>
        <w:t xml:space="preserve">, became less puerile as 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the days </w:t>
      </w:r>
      <w:r w:rsidRPr="00E24661">
        <w:rPr>
          <w:rFonts w:ascii="Times New Roman" w:hAnsi="Times New Roman"/>
          <w:sz w:val="24"/>
          <w:szCs w:val="24"/>
        </w:rPr>
        <w:t>went by.</w:t>
      </w:r>
    </w:p>
    <w:p w:rsidR="005C3000" w:rsidRDefault="005C3000" w:rsidP="006D296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abdicate-v.   renounce</w:t>
      </w:r>
      <w:r>
        <w:rPr>
          <w:rFonts w:ascii="Times New Roman" w:hAnsi="Times New Roman"/>
          <w:sz w:val="24"/>
          <w:szCs w:val="24"/>
        </w:rPr>
        <w:tab/>
        <w:t>dic=to say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When Edward VIII abdicated the British throne to marry the woman he loved, he</w:t>
      </w:r>
    </w:p>
    <w:p w:rsidR="005C3000" w:rsidRPr="009E6347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surprised the entire world.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Captain Keller, </w:t>
      </w:r>
      <w:r w:rsidRPr="009E6347">
        <w:rPr>
          <w:rFonts w:ascii="Times New Roman" w:hAnsi="Times New Roman"/>
          <w:b/>
          <w:sz w:val="24"/>
          <w:szCs w:val="24"/>
          <w:u w:val="single"/>
        </w:rPr>
        <w:t>who</w:t>
      </w:r>
      <w:r w:rsidRPr="009E6347">
        <w:rPr>
          <w:rFonts w:ascii="Times New Roman" w:hAnsi="Times New Roman"/>
          <w:b/>
          <w:sz w:val="24"/>
          <w:szCs w:val="24"/>
        </w:rPr>
        <w:t xml:space="preserve"> thought Annie was extraordinarily rude towards him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hoped she would renounce as teacher of his daughter Helen.</w:t>
      </w:r>
    </w:p>
    <w:p w:rsidR="005C3000" w:rsidRDefault="005C3000" w:rsidP="006D296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diction-n.   speech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dict=to say</w:t>
      </w:r>
      <w:r>
        <w:rPr>
          <w:rFonts w:ascii="Times New Roman" w:hAnsi="Times New Roman"/>
          <w:sz w:val="24"/>
          <w:szCs w:val="24"/>
        </w:rPr>
        <w:tab/>
        <w:t>tion=forming of a noun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Helen, </w:t>
      </w:r>
      <w:r w:rsidRPr="00AF3E46">
        <w:rPr>
          <w:rFonts w:ascii="Times New Roman" w:hAnsi="Times New Roman"/>
          <w:b/>
          <w:sz w:val="24"/>
          <w:szCs w:val="24"/>
          <w:u w:val="single"/>
        </w:rPr>
        <w:t>who</w:t>
      </w:r>
      <w:r w:rsidRPr="00AF3E46">
        <w:rPr>
          <w:rFonts w:ascii="Times New Roman" w:hAnsi="Times New Roman"/>
          <w:b/>
          <w:sz w:val="24"/>
          <w:szCs w:val="24"/>
        </w:rPr>
        <w:t xml:space="preserve"> was blind, deaf, and therefore mute</w:t>
      </w:r>
      <w:r>
        <w:rPr>
          <w:rFonts w:ascii="Times New Roman" w:hAnsi="Times New Roman"/>
          <w:sz w:val="24"/>
          <w:szCs w:val="24"/>
        </w:rPr>
        <w:t xml:space="preserve">, had extremely bad diction 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when saying any word.</w:t>
      </w:r>
    </w:p>
    <w:p w:rsidR="005C3000" w:rsidRDefault="005C3000" w:rsidP="006D296C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11. verdict-n.   statement of jury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ver=true</w:t>
      </w:r>
      <w:r>
        <w:rPr>
          <w:rFonts w:ascii="Times New Roman" w:hAnsi="Times New Roman"/>
          <w:sz w:val="24"/>
          <w:szCs w:val="24"/>
        </w:rPr>
        <w:tab/>
        <w:t>dictum=to say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Captain Keller, </w:t>
      </w:r>
      <w:r w:rsidRPr="00AF3E46">
        <w:rPr>
          <w:rFonts w:ascii="Times New Roman" w:hAnsi="Times New Roman"/>
          <w:b/>
          <w:sz w:val="24"/>
          <w:szCs w:val="24"/>
          <w:u w:val="single"/>
        </w:rPr>
        <w:t>who</w:t>
      </w:r>
      <w:r w:rsidRPr="00AF3E46">
        <w:rPr>
          <w:rFonts w:ascii="Times New Roman" w:hAnsi="Times New Roman"/>
          <w:b/>
          <w:sz w:val="24"/>
          <w:szCs w:val="24"/>
        </w:rPr>
        <w:t xml:space="preserve"> was the leader of the house</w:t>
      </w:r>
      <w:r>
        <w:rPr>
          <w:rFonts w:ascii="Times New Roman" w:hAnsi="Times New Roman"/>
          <w:sz w:val="24"/>
          <w:szCs w:val="24"/>
        </w:rPr>
        <w:t xml:space="preserve">, made a verdict that Annie   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was on notice and needed to drop her attitude with him.  </w:t>
      </w:r>
    </w:p>
    <w:p w:rsidR="005C3000" w:rsidRDefault="005C3000" w:rsidP="006D296C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indicative-adj.   suggestive; implying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dict=to say, to tell</w:t>
      </w:r>
      <w:r>
        <w:rPr>
          <w:rFonts w:ascii="Times New Roman" w:hAnsi="Times New Roman"/>
          <w:sz w:val="24"/>
          <w:szCs w:val="24"/>
        </w:rPr>
        <w:tab/>
        <w:t>in-against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lack of appetite may be indicative of a major mental or physical disorder.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Jimmie, </w:t>
      </w:r>
      <w:r w:rsidRPr="00AD0905">
        <w:rPr>
          <w:rFonts w:ascii="Times New Roman" w:hAnsi="Times New Roman"/>
          <w:b/>
          <w:sz w:val="24"/>
          <w:szCs w:val="24"/>
          <w:u w:val="single"/>
        </w:rPr>
        <w:t>whom</w:t>
      </w:r>
      <w:r w:rsidRPr="00AD0905">
        <w:rPr>
          <w:rFonts w:ascii="Times New Roman" w:hAnsi="Times New Roman"/>
          <w:b/>
          <w:sz w:val="24"/>
          <w:szCs w:val="24"/>
        </w:rPr>
        <w:t xml:space="preserve"> Captain Keller did not get along with</w:t>
      </w:r>
      <w:r>
        <w:rPr>
          <w:rFonts w:ascii="Times New Roman" w:hAnsi="Times New Roman"/>
          <w:sz w:val="24"/>
          <w:szCs w:val="24"/>
        </w:rPr>
        <w:t xml:space="preserve">, became extremely 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indicative during the conversation of what to do with Helen.      </w:t>
      </w:r>
    </w:p>
    <w:p w:rsidR="005C3000" w:rsidRDefault="005C3000" w:rsidP="006D296C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indices-n.   signs; indications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dic=to say, to tell</w:t>
      </w:r>
      <w:r>
        <w:rPr>
          <w:rFonts w:ascii="Times New Roman" w:hAnsi="Times New Roman"/>
          <w:sz w:val="24"/>
          <w:szCs w:val="24"/>
        </w:rPr>
        <w:tab/>
        <w:t>in=against</w:t>
      </w:r>
      <w:r>
        <w:rPr>
          <w:rFonts w:ascii="Times New Roman" w:hAnsi="Times New Roman"/>
          <w:sz w:val="24"/>
          <w:szCs w:val="24"/>
        </w:rPr>
        <w:tab/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Many college admissions officers believe the SAT scores and high school grades are the best indices of a student’s potential to succeed in college.</w:t>
      </w:r>
    </w:p>
    <w:p w:rsidR="005C3000" w:rsidRPr="00AD0905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Annie began to look for indices that Helen was learning letters </w:t>
      </w:r>
      <w:r w:rsidRPr="00AD0905">
        <w:rPr>
          <w:rFonts w:ascii="Times New Roman" w:hAnsi="Times New Roman"/>
          <w:b/>
          <w:sz w:val="24"/>
          <w:szCs w:val="24"/>
          <w:u w:val="single"/>
        </w:rPr>
        <w:t>which</w:t>
      </w:r>
      <w:r w:rsidRPr="00AD0905">
        <w:rPr>
          <w:rFonts w:ascii="Times New Roman" w:hAnsi="Times New Roman"/>
          <w:b/>
          <w:sz w:val="24"/>
          <w:szCs w:val="24"/>
        </w:rPr>
        <w:t xml:space="preserve"> Helen 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 w:rsidRPr="00AD0905">
        <w:rPr>
          <w:rFonts w:ascii="Times New Roman" w:hAnsi="Times New Roman"/>
          <w:b/>
          <w:sz w:val="24"/>
          <w:szCs w:val="24"/>
        </w:rPr>
        <w:t xml:space="preserve">     quickly recognized and studied</w:t>
      </w:r>
      <w:r>
        <w:rPr>
          <w:rFonts w:ascii="Times New Roman" w:hAnsi="Times New Roman"/>
          <w:sz w:val="24"/>
          <w:szCs w:val="24"/>
        </w:rPr>
        <w:t>.</w:t>
      </w:r>
    </w:p>
    <w:p w:rsidR="005C3000" w:rsidRDefault="005C3000" w:rsidP="006D296C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didactic-adj.   teaching; instructional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didak=to teach, educate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Pope’s lengthy poem An Essay on Man is too didactic for my taste: I dislike it when poets turn preachy and moralize.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Katie, </w:t>
      </w:r>
      <w:r w:rsidRPr="00AD0905">
        <w:rPr>
          <w:rFonts w:ascii="Times New Roman" w:hAnsi="Times New Roman"/>
          <w:b/>
          <w:sz w:val="24"/>
          <w:szCs w:val="24"/>
          <w:u w:val="single"/>
        </w:rPr>
        <w:t>who</w:t>
      </w:r>
      <w:r w:rsidRPr="00AD0905">
        <w:rPr>
          <w:rFonts w:ascii="Times New Roman" w:hAnsi="Times New Roman"/>
          <w:b/>
          <w:sz w:val="24"/>
          <w:szCs w:val="24"/>
        </w:rPr>
        <w:t xml:space="preserve"> grew extremely close to Helen over the years</w:t>
      </w:r>
      <w:r>
        <w:rPr>
          <w:rFonts w:ascii="Times New Roman" w:hAnsi="Times New Roman"/>
          <w:sz w:val="24"/>
          <w:szCs w:val="24"/>
        </w:rPr>
        <w:t xml:space="preserve">, thought it was not </w:t>
      </w:r>
    </w:p>
    <w:p w:rsidR="005C3000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didactic for Annie to take Helen out of the house to learn.</w:t>
      </w:r>
    </w:p>
    <w:p w:rsidR="005C3000" w:rsidRPr="00AD0905" w:rsidRDefault="005C3000" w:rsidP="006D296C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ab/>
      </w:r>
    </w:p>
    <w:sectPr w:rsidR="005C3000" w:rsidRPr="00AD0905" w:rsidSect="004B3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42709"/>
    <w:multiLevelType w:val="hybridMultilevel"/>
    <w:tmpl w:val="61CC43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EE7C24"/>
    <w:multiLevelType w:val="hybridMultilevel"/>
    <w:tmpl w:val="7D942D1A"/>
    <w:lvl w:ilvl="0" w:tplc="040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708"/>
    <w:rsid w:val="000B5136"/>
    <w:rsid w:val="00100E41"/>
    <w:rsid w:val="00186A45"/>
    <w:rsid w:val="002B4906"/>
    <w:rsid w:val="00435272"/>
    <w:rsid w:val="004B3B2F"/>
    <w:rsid w:val="005C3000"/>
    <w:rsid w:val="00625018"/>
    <w:rsid w:val="006A3393"/>
    <w:rsid w:val="006D296C"/>
    <w:rsid w:val="00912896"/>
    <w:rsid w:val="009741F1"/>
    <w:rsid w:val="009E6347"/>
    <w:rsid w:val="009F1D74"/>
    <w:rsid w:val="00AD0905"/>
    <w:rsid w:val="00AF3E46"/>
    <w:rsid w:val="00BB7708"/>
    <w:rsid w:val="00E24661"/>
    <w:rsid w:val="00ED1CB4"/>
    <w:rsid w:val="00FC3C56"/>
    <w:rsid w:val="00FF5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B2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B77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606</Words>
  <Characters>3458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Megan Summers</dc:title>
  <dc:subject/>
  <dc:creator> </dc:creator>
  <cp:keywords/>
  <dc:description/>
  <cp:lastModifiedBy>wks1</cp:lastModifiedBy>
  <cp:revision>3</cp:revision>
  <dcterms:created xsi:type="dcterms:W3CDTF">2009-01-23T13:12:00Z</dcterms:created>
  <dcterms:modified xsi:type="dcterms:W3CDTF">2009-01-23T17:48:00Z</dcterms:modified>
</cp:coreProperties>
</file>