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54" w:rsidRPr="004C2A31" w:rsidRDefault="00295954" w:rsidP="004C2A31">
      <w:pPr>
        <w:spacing w:line="480" w:lineRule="auto"/>
        <w:jc w:val="right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>Amit Mondal</w:t>
      </w:r>
    </w:p>
    <w:p w:rsidR="00295954" w:rsidRPr="004C2A31" w:rsidRDefault="00295954" w:rsidP="004C2A31">
      <w:pPr>
        <w:spacing w:line="480" w:lineRule="auto"/>
        <w:jc w:val="right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>2</w:t>
      </w:r>
      <w:r w:rsidRPr="004C2A31">
        <w:rPr>
          <w:rFonts w:ascii="Times New Roman" w:hAnsi="Times New Roman"/>
          <w:sz w:val="24"/>
          <w:szCs w:val="24"/>
          <w:vertAlign w:val="superscript"/>
        </w:rPr>
        <w:t>nd</w:t>
      </w:r>
      <w:r w:rsidRPr="004C2A31">
        <w:rPr>
          <w:rFonts w:ascii="Times New Roman" w:hAnsi="Times New Roman"/>
          <w:sz w:val="24"/>
          <w:szCs w:val="24"/>
        </w:rPr>
        <w:t xml:space="preserve"> Period</w:t>
      </w:r>
    </w:p>
    <w:p w:rsidR="00295954" w:rsidRPr="004C2A31" w:rsidRDefault="00295954" w:rsidP="004C2A31">
      <w:pPr>
        <w:spacing w:line="480" w:lineRule="auto"/>
        <w:jc w:val="right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>Additional SAT Words for Unit Two</w:t>
      </w:r>
    </w:p>
    <w:p w:rsidR="00295954" w:rsidRPr="004C2A31" w:rsidRDefault="00295954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>vociferous-adj.  crying out noisily, clamorous</w:t>
      </w:r>
      <w:r w:rsidRPr="004C2A31">
        <w:rPr>
          <w:rFonts w:ascii="Times New Roman" w:hAnsi="Times New Roman"/>
          <w:sz w:val="24"/>
          <w:szCs w:val="24"/>
        </w:rPr>
        <w:tab/>
        <w:t>voc=to call</w:t>
      </w:r>
      <w:r w:rsidRPr="004C2A31">
        <w:rPr>
          <w:rFonts w:ascii="Times New Roman" w:hAnsi="Times New Roman"/>
          <w:sz w:val="24"/>
          <w:szCs w:val="24"/>
        </w:rPr>
        <w:tab/>
        <w:t>ous=full of</w:t>
      </w:r>
    </w:p>
    <w:p w:rsidR="00295954" w:rsidRPr="00114626" w:rsidRDefault="00295954" w:rsidP="00FA052D">
      <w:pPr>
        <w:spacing w:line="480" w:lineRule="auto"/>
        <w:ind w:left="144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The crowd grew vociferous in its anger and threatened to take the law into its own hands.</w:t>
      </w:r>
    </w:p>
    <w:p w:rsidR="00295954" w:rsidRPr="004C2A31" w:rsidRDefault="00295954" w:rsidP="004C2A31">
      <w:pPr>
        <w:spacing w:line="480" w:lineRule="auto"/>
        <w:ind w:left="1440"/>
        <w:rPr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ab/>
        <w:t xml:space="preserve">Captain Keller, </w:t>
      </w:r>
      <w:r w:rsidRPr="004C2A31">
        <w:rPr>
          <w:rFonts w:ascii="Times New Roman" w:hAnsi="Times New Roman"/>
          <w:b/>
          <w:sz w:val="24"/>
          <w:szCs w:val="24"/>
          <w:u w:val="single"/>
        </w:rPr>
        <w:t>who</w:t>
      </w:r>
      <w:r w:rsidRPr="004C2A31">
        <w:rPr>
          <w:rFonts w:ascii="Times New Roman" w:hAnsi="Times New Roman"/>
          <w:b/>
          <w:sz w:val="24"/>
          <w:szCs w:val="24"/>
        </w:rPr>
        <w:t xml:space="preserve"> dislikes the way Annie teaches, </w:t>
      </w:r>
      <w:r w:rsidRPr="004C2A31">
        <w:rPr>
          <w:rFonts w:ascii="Times New Roman" w:hAnsi="Times New Roman"/>
          <w:sz w:val="24"/>
          <w:szCs w:val="24"/>
        </w:rPr>
        <w:t>is often vociferous in his opinion.</w:t>
      </w:r>
    </w:p>
    <w:p w:rsidR="00295954" w:rsidRPr="004C2A31" w:rsidRDefault="00295954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>advocate-n.  supporter</w:t>
      </w:r>
      <w:r w:rsidRPr="004C2A31">
        <w:rPr>
          <w:rFonts w:ascii="Times New Roman" w:hAnsi="Times New Roman"/>
          <w:sz w:val="24"/>
          <w:szCs w:val="24"/>
        </w:rPr>
        <w:tab/>
        <w:t>of a cause</w:t>
      </w:r>
      <w:r w:rsidRPr="004C2A31">
        <w:rPr>
          <w:rFonts w:ascii="Times New Roman" w:hAnsi="Times New Roman"/>
          <w:sz w:val="24"/>
          <w:szCs w:val="24"/>
        </w:rPr>
        <w:tab/>
        <w:t>ad=to, forward</w:t>
      </w:r>
      <w:r w:rsidRPr="004C2A31">
        <w:rPr>
          <w:rFonts w:ascii="Times New Roman" w:hAnsi="Times New Roman"/>
          <w:sz w:val="24"/>
          <w:szCs w:val="24"/>
        </w:rPr>
        <w:tab/>
        <w:t xml:space="preserve">   voc=to call</w:t>
      </w:r>
    </w:p>
    <w:p w:rsidR="00295954" w:rsidRPr="009717B5" w:rsidRDefault="00295954" w:rsidP="00FA052D">
      <w:pPr>
        <w:spacing w:line="480" w:lineRule="auto"/>
        <w:ind w:left="1440"/>
        <w:rPr>
          <w:rFonts w:ascii="Times New Roman" w:hAnsi="Times New Roman"/>
          <w:i/>
          <w:sz w:val="24"/>
          <w:szCs w:val="24"/>
        </w:rPr>
      </w:pPr>
      <w:r w:rsidRPr="009717B5">
        <w:rPr>
          <w:rFonts w:ascii="Times New Roman" w:hAnsi="Times New Roman"/>
          <w:i/>
          <w:sz w:val="24"/>
          <w:szCs w:val="24"/>
        </w:rPr>
        <w:t>The abolitionists advocated freedom for the slaves.</w:t>
      </w:r>
    </w:p>
    <w:p w:rsidR="00295954" w:rsidRPr="004C2A31" w:rsidRDefault="00295954" w:rsidP="004C2A31">
      <w:pPr>
        <w:spacing w:line="480" w:lineRule="auto"/>
        <w:ind w:left="1440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ab/>
        <w:t xml:space="preserve">Helen, </w:t>
      </w:r>
      <w:r w:rsidRPr="004C2A31">
        <w:rPr>
          <w:rFonts w:ascii="Times New Roman" w:hAnsi="Times New Roman"/>
          <w:b/>
          <w:sz w:val="24"/>
          <w:szCs w:val="24"/>
          <w:u w:val="single"/>
        </w:rPr>
        <w:t>who</w:t>
      </w:r>
      <w:r w:rsidRPr="004C2A31">
        <w:rPr>
          <w:rFonts w:ascii="Times New Roman" w:hAnsi="Times New Roman"/>
          <w:b/>
          <w:sz w:val="24"/>
          <w:szCs w:val="24"/>
        </w:rPr>
        <w:t xml:space="preserve"> is deaf and blind,</w:t>
      </w:r>
      <w:r w:rsidRPr="004C2A31">
        <w:rPr>
          <w:rFonts w:ascii="Times New Roman" w:hAnsi="Times New Roman"/>
          <w:sz w:val="24"/>
          <w:szCs w:val="24"/>
        </w:rPr>
        <w:t xml:space="preserve"> is an advocate for blind and deaf people all around the world.</w:t>
      </w:r>
    </w:p>
    <w:p w:rsidR="00295954" w:rsidRPr="004C2A31" w:rsidRDefault="00295954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>vocation-n.  occupation</w:t>
      </w:r>
      <w:r w:rsidRPr="004C2A31">
        <w:rPr>
          <w:rFonts w:ascii="Times New Roman" w:hAnsi="Times New Roman"/>
          <w:sz w:val="24"/>
          <w:szCs w:val="24"/>
        </w:rPr>
        <w:tab/>
        <w:t>voc=to call</w:t>
      </w:r>
    </w:p>
    <w:p w:rsidR="00295954" w:rsidRPr="004C2A31" w:rsidRDefault="00295954" w:rsidP="004C2A31">
      <w:pPr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 </w:t>
      </w:r>
      <w:r w:rsidRPr="004C2A31">
        <w:rPr>
          <w:rFonts w:ascii="Times New Roman" w:hAnsi="Times New Roman"/>
          <w:sz w:val="24"/>
          <w:szCs w:val="24"/>
        </w:rPr>
        <w:t>book sentence</w:t>
      </w:r>
    </w:p>
    <w:p w:rsidR="00295954" w:rsidRPr="00276D2C" w:rsidRDefault="00295954" w:rsidP="004C2A31">
      <w:pPr>
        <w:spacing w:line="480" w:lineRule="auto"/>
        <w:ind w:left="1440"/>
      </w:pPr>
      <w:r w:rsidRPr="004C2A3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Captain Keller, </w:t>
      </w:r>
      <w:r>
        <w:rPr>
          <w:rFonts w:ascii="Times New Roman" w:hAnsi="Times New Roman"/>
          <w:b/>
          <w:sz w:val="24"/>
          <w:szCs w:val="24"/>
          <w:u w:val="single"/>
        </w:rPr>
        <w:t>who</w:t>
      </w:r>
      <w:r>
        <w:rPr>
          <w:rFonts w:ascii="Times New Roman" w:hAnsi="Times New Roman"/>
          <w:b/>
          <w:sz w:val="24"/>
          <w:szCs w:val="24"/>
        </w:rPr>
        <w:t xml:space="preserve"> was once a soldier in the Confederate Army, </w:t>
      </w:r>
      <w:r>
        <w:rPr>
          <w:rFonts w:ascii="Times New Roman" w:hAnsi="Times New Roman"/>
          <w:sz w:val="24"/>
          <w:szCs w:val="24"/>
        </w:rPr>
        <w:t>is now an editor for the local newspaper and a farmer.</w:t>
      </w:r>
    </w:p>
    <w:p w:rsidR="00295954" w:rsidRPr="004C2A31" w:rsidRDefault="00295954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>avocation-n.  hobby</w:t>
      </w:r>
      <w:r w:rsidRPr="004C2A31">
        <w:rPr>
          <w:rFonts w:ascii="Times New Roman" w:hAnsi="Times New Roman"/>
          <w:sz w:val="24"/>
          <w:szCs w:val="24"/>
        </w:rPr>
        <w:tab/>
        <w:t xml:space="preserve">a=without   voc=to call </w:t>
      </w:r>
    </w:p>
    <w:p w:rsidR="00295954" w:rsidRPr="00E00F5E" w:rsidRDefault="00295954" w:rsidP="00FA052D">
      <w:pPr>
        <w:spacing w:line="480" w:lineRule="auto"/>
        <w:ind w:left="1440"/>
        <w:rPr>
          <w:rFonts w:ascii="Times New Roman" w:hAnsi="Times New Roman"/>
          <w:i/>
          <w:sz w:val="24"/>
          <w:szCs w:val="24"/>
        </w:rPr>
      </w:pPr>
      <w:r w:rsidRPr="00E00F5E">
        <w:rPr>
          <w:rFonts w:ascii="Times New Roman" w:hAnsi="Times New Roman"/>
          <w:i/>
          <w:sz w:val="24"/>
          <w:szCs w:val="24"/>
        </w:rPr>
        <w:t>His hobby proved to be so fascinating and profitable that gradually he abandoned his regular occupation and concentrated on his avocation.</w:t>
      </w:r>
    </w:p>
    <w:p w:rsidR="00295954" w:rsidRPr="00276D2C" w:rsidRDefault="00295954" w:rsidP="004C2A31">
      <w:pPr>
        <w:spacing w:line="480" w:lineRule="auto"/>
        <w:ind w:left="1440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Annie, </w:t>
      </w:r>
      <w:r>
        <w:rPr>
          <w:rFonts w:ascii="Times New Roman" w:hAnsi="Times New Roman"/>
          <w:b/>
          <w:sz w:val="24"/>
          <w:szCs w:val="24"/>
          <w:u w:val="single"/>
        </w:rPr>
        <w:t>whose</w:t>
      </w:r>
      <w:r>
        <w:rPr>
          <w:rFonts w:ascii="Times New Roman" w:hAnsi="Times New Roman"/>
          <w:b/>
          <w:sz w:val="24"/>
          <w:szCs w:val="24"/>
        </w:rPr>
        <w:t xml:space="preserve"> progress was often watched by James,</w:t>
      </w:r>
      <w:r>
        <w:rPr>
          <w:rFonts w:ascii="Times New Roman" w:hAnsi="Times New Roman"/>
          <w:sz w:val="24"/>
          <w:szCs w:val="24"/>
        </w:rPr>
        <w:t xml:space="preserve"> did not like him for his avocation of sarcasm.</w:t>
      </w:r>
    </w:p>
    <w:p w:rsidR="00295954" w:rsidRPr="004C2A31" w:rsidRDefault="00295954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>invocation-n.  petition for help</w:t>
      </w:r>
      <w:r w:rsidRPr="004C2A31">
        <w:rPr>
          <w:rFonts w:ascii="Times New Roman" w:hAnsi="Times New Roman"/>
          <w:sz w:val="24"/>
          <w:szCs w:val="24"/>
        </w:rPr>
        <w:tab/>
        <w:t>in=</w:t>
      </w:r>
      <w:r>
        <w:rPr>
          <w:rFonts w:ascii="Times New Roman" w:hAnsi="Times New Roman"/>
          <w:sz w:val="24"/>
          <w:szCs w:val="24"/>
        </w:rPr>
        <w:t>into</w:t>
      </w:r>
      <w:r w:rsidRPr="004C2A31">
        <w:rPr>
          <w:rFonts w:ascii="Times New Roman" w:hAnsi="Times New Roman"/>
          <w:sz w:val="24"/>
          <w:szCs w:val="24"/>
        </w:rPr>
        <w:t xml:space="preserve">   voc=to call </w:t>
      </w:r>
    </w:p>
    <w:p w:rsidR="00295954" w:rsidRPr="00E00F5E" w:rsidRDefault="00295954" w:rsidP="00FA052D">
      <w:pPr>
        <w:spacing w:line="480" w:lineRule="auto"/>
        <w:ind w:left="1440"/>
        <w:rPr>
          <w:rFonts w:ascii="Times New Roman" w:hAnsi="Times New Roman"/>
          <w:i/>
          <w:sz w:val="24"/>
          <w:szCs w:val="24"/>
        </w:rPr>
      </w:pPr>
      <w:r w:rsidRPr="00E00F5E">
        <w:rPr>
          <w:rFonts w:ascii="Times New Roman" w:hAnsi="Times New Roman"/>
          <w:i/>
          <w:sz w:val="24"/>
          <w:szCs w:val="24"/>
        </w:rPr>
        <w:t>The service of Morning Prayer opens with an invocation during which we ask God to hear our prayers.</w:t>
      </w:r>
    </w:p>
    <w:p w:rsidR="00295954" w:rsidRPr="00E83D5E" w:rsidRDefault="00295954" w:rsidP="004C2A31">
      <w:pPr>
        <w:spacing w:line="480" w:lineRule="auto"/>
        <w:ind w:left="1440"/>
      </w:pPr>
      <w:r w:rsidRPr="004C2A3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Kate, </w:t>
      </w:r>
      <w:r>
        <w:rPr>
          <w:rFonts w:ascii="Times New Roman" w:hAnsi="Times New Roman"/>
          <w:b/>
          <w:sz w:val="24"/>
          <w:szCs w:val="24"/>
          <w:u w:val="single"/>
        </w:rPr>
        <w:t>who</w:t>
      </w:r>
      <w:r>
        <w:rPr>
          <w:rFonts w:ascii="Times New Roman" w:hAnsi="Times New Roman"/>
          <w:b/>
          <w:sz w:val="24"/>
          <w:szCs w:val="24"/>
        </w:rPr>
        <w:t xml:space="preserve"> wants Helen to learn,</w:t>
      </w:r>
      <w:r>
        <w:rPr>
          <w:rFonts w:ascii="Times New Roman" w:hAnsi="Times New Roman"/>
          <w:sz w:val="24"/>
          <w:szCs w:val="24"/>
        </w:rPr>
        <w:t xml:space="preserve"> sends an invocation to Anne to help Helen.</w:t>
      </w:r>
    </w:p>
    <w:p w:rsidR="00295954" w:rsidRPr="004C2A31" w:rsidRDefault="00295954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>provocation-n.  something that angers</w:t>
      </w:r>
      <w:r w:rsidRPr="004C2A31">
        <w:rPr>
          <w:rFonts w:ascii="Times New Roman" w:hAnsi="Times New Roman"/>
          <w:sz w:val="24"/>
          <w:szCs w:val="24"/>
        </w:rPr>
        <w:tab/>
        <w:t>voc=to call</w:t>
      </w:r>
      <w:r w:rsidRPr="004C2A31">
        <w:rPr>
          <w:rFonts w:ascii="Times New Roman" w:hAnsi="Times New Roman"/>
          <w:sz w:val="24"/>
          <w:szCs w:val="24"/>
        </w:rPr>
        <w:tab/>
        <w:t>pro=forward</w:t>
      </w:r>
    </w:p>
    <w:p w:rsidR="00295954" w:rsidRPr="004C2A31" w:rsidRDefault="00295954" w:rsidP="004C2A31">
      <w:pPr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book sentence.</w:t>
      </w:r>
    </w:p>
    <w:p w:rsidR="00295954" w:rsidRPr="00E83D5E" w:rsidRDefault="00295954" w:rsidP="004C2A31">
      <w:pPr>
        <w:spacing w:line="480" w:lineRule="auto"/>
        <w:ind w:left="1440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Helen, </w:t>
      </w:r>
      <w:r>
        <w:rPr>
          <w:rFonts w:ascii="Times New Roman" w:hAnsi="Times New Roman"/>
          <w:b/>
          <w:sz w:val="24"/>
          <w:szCs w:val="24"/>
          <w:u w:val="single"/>
        </w:rPr>
        <w:t>whom</w:t>
      </w:r>
      <w:r>
        <w:rPr>
          <w:rFonts w:ascii="Times New Roman" w:hAnsi="Times New Roman"/>
          <w:b/>
          <w:sz w:val="24"/>
          <w:szCs w:val="24"/>
        </w:rPr>
        <w:t xml:space="preserve"> Anne is trying to teach,</w:t>
      </w:r>
      <w:r>
        <w:rPr>
          <w:rFonts w:ascii="Times New Roman" w:hAnsi="Times New Roman"/>
          <w:sz w:val="24"/>
          <w:szCs w:val="24"/>
        </w:rPr>
        <w:t xml:space="preserve"> is easily angered by a minor provocation.</w:t>
      </w:r>
    </w:p>
    <w:p w:rsidR="00295954" w:rsidRPr="004C2A31" w:rsidRDefault="00295954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>callow-adj.  inexperienced</w:t>
      </w:r>
      <w:r w:rsidRPr="004C2A31">
        <w:rPr>
          <w:rFonts w:ascii="Times New Roman" w:hAnsi="Times New Roman"/>
          <w:sz w:val="24"/>
          <w:szCs w:val="24"/>
        </w:rPr>
        <w:tab/>
      </w:r>
    </w:p>
    <w:p w:rsidR="00295954" w:rsidRPr="00E00F5E" w:rsidRDefault="00295954" w:rsidP="00FA052D">
      <w:pPr>
        <w:spacing w:line="480" w:lineRule="auto"/>
        <w:ind w:left="1440"/>
        <w:rPr>
          <w:rFonts w:ascii="Times New Roman" w:hAnsi="Times New Roman"/>
          <w:sz w:val="24"/>
          <w:szCs w:val="24"/>
        </w:rPr>
      </w:pPr>
      <w:r w:rsidRPr="00E00F5E">
        <w:rPr>
          <w:rFonts w:ascii="Times New Roman" w:hAnsi="Times New Roman"/>
          <w:i/>
          <w:sz w:val="24"/>
          <w:szCs w:val="24"/>
        </w:rPr>
        <w:t>As a freshman, Jack was sure he was a man of the world; as a sophomore, he made fun of freshman as callow youths. In both cases, his judgment showed just how callow he was.</w:t>
      </w:r>
    </w:p>
    <w:p w:rsidR="00295954" w:rsidRPr="00801130" w:rsidRDefault="00295954" w:rsidP="004C2A31">
      <w:pPr>
        <w:spacing w:line="480" w:lineRule="auto"/>
        <w:ind w:left="1440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Annie, </w:t>
      </w:r>
      <w:r>
        <w:rPr>
          <w:rFonts w:ascii="Times New Roman" w:hAnsi="Times New Roman"/>
          <w:b/>
          <w:sz w:val="24"/>
          <w:szCs w:val="24"/>
          <w:u w:val="single"/>
        </w:rPr>
        <w:t>whom</w:t>
      </w:r>
      <w:r>
        <w:rPr>
          <w:rFonts w:ascii="Times New Roman" w:hAnsi="Times New Roman"/>
          <w:b/>
          <w:sz w:val="24"/>
          <w:szCs w:val="24"/>
        </w:rPr>
        <w:t xml:space="preserve"> Captain Keller thinks is very callow at teaching the blind and deaf,</w:t>
      </w:r>
      <w:r>
        <w:rPr>
          <w:rFonts w:ascii="Times New Roman" w:hAnsi="Times New Roman"/>
          <w:sz w:val="24"/>
          <w:szCs w:val="24"/>
        </w:rPr>
        <w:t xml:space="preserve"> is actually quite experienced at it.</w:t>
      </w:r>
    </w:p>
    <w:p w:rsidR="00295954" w:rsidRPr="004C2A31" w:rsidRDefault="00295954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>puerile-adj.  childish</w:t>
      </w:r>
    </w:p>
    <w:p w:rsidR="00295954" w:rsidRPr="0084747B" w:rsidRDefault="00295954" w:rsidP="00FA052D">
      <w:pPr>
        <w:spacing w:line="480" w:lineRule="auto"/>
        <w:ind w:left="1440"/>
        <w:rPr>
          <w:rFonts w:ascii="Times New Roman" w:hAnsi="Times New Roman"/>
          <w:i/>
          <w:sz w:val="24"/>
          <w:szCs w:val="24"/>
        </w:rPr>
      </w:pPr>
      <w:r w:rsidRPr="0084747B">
        <w:rPr>
          <w:rFonts w:ascii="Times New Roman" w:hAnsi="Times New Roman"/>
          <w:i/>
          <w:sz w:val="24"/>
          <w:szCs w:val="24"/>
        </w:rPr>
        <w:t>Throwing tantrums! You should have outgrown such puerile behavior years ago.</w:t>
      </w:r>
    </w:p>
    <w:p w:rsidR="00295954" w:rsidRPr="00801130" w:rsidRDefault="00295954" w:rsidP="004C2A31">
      <w:pPr>
        <w:spacing w:line="480" w:lineRule="auto"/>
        <w:ind w:left="1440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James, </w:t>
      </w:r>
      <w:r>
        <w:rPr>
          <w:rFonts w:ascii="Times New Roman" w:hAnsi="Times New Roman"/>
          <w:b/>
          <w:sz w:val="24"/>
          <w:szCs w:val="24"/>
          <w:u w:val="single"/>
        </w:rPr>
        <w:t>whom</w:t>
      </w:r>
      <w:r>
        <w:rPr>
          <w:rFonts w:ascii="Times New Roman" w:hAnsi="Times New Roman"/>
          <w:b/>
          <w:sz w:val="24"/>
          <w:szCs w:val="24"/>
        </w:rPr>
        <w:t xml:space="preserve"> Anne thinks is very puerile,</w:t>
      </w:r>
      <w:r>
        <w:rPr>
          <w:rFonts w:ascii="Times New Roman" w:hAnsi="Times New Roman"/>
          <w:sz w:val="24"/>
          <w:szCs w:val="24"/>
        </w:rPr>
        <w:t xml:space="preserve"> is not very strong in character.</w:t>
      </w:r>
    </w:p>
    <w:p w:rsidR="00295954" w:rsidRPr="004C2A31" w:rsidRDefault="00295954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>abdicate-v.  to give out or renounce</w:t>
      </w:r>
      <w:r w:rsidRPr="004C2A3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dic=to tell</w:t>
      </w:r>
      <w:r>
        <w:rPr>
          <w:rFonts w:ascii="Times New Roman" w:hAnsi="Times New Roman"/>
          <w:sz w:val="24"/>
          <w:szCs w:val="24"/>
        </w:rPr>
        <w:tab/>
        <w:t>ab=away, from</w:t>
      </w:r>
    </w:p>
    <w:p w:rsidR="00295954" w:rsidRPr="0084747B" w:rsidRDefault="00295954" w:rsidP="00FA052D">
      <w:pPr>
        <w:spacing w:line="480" w:lineRule="auto"/>
        <w:ind w:left="1440"/>
        <w:rPr>
          <w:rFonts w:ascii="Times New Roman" w:hAnsi="Times New Roman"/>
          <w:i/>
          <w:sz w:val="24"/>
          <w:szCs w:val="24"/>
        </w:rPr>
      </w:pPr>
      <w:r w:rsidRPr="0084747B">
        <w:rPr>
          <w:rFonts w:ascii="Times New Roman" w:hAnsi="Times New Roman"/>
          <w:i/>
          <w:sz w:val="24"/>
          <w:szCs w:val="24"/>
        </w:rPr>
        <w:t>When Edward VIII abdicated the British throne to marry the woman he loved, he surprised the entire world.</w:t>
      </w:r>
    </w:p>
    <w:p w:rsidR="00295954" w:rsidRPr="00801130" w:rsidRDefault="00295954" w:rsidP="004C2A31">
      <w:pPr>
        <w:spacing w:line="480" w:lineRule="auto"/>
        <w:ind w:left="1440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Anne, </w:t>
      </w:r>
      <w:r>
        <w:rPr>
          <w:rFonts w:ascii="Times New Roman" w:hAnsi="Times New Roman"/>
          <w:b/>
          <w:sz w:val="24"/>
          <w:szCs w:val="24"/>
          <w:u w:val="single"/>
        </w:rPr>
        <w:t>whom</w:t>
      </w:r>
      <w:r>
        <w:rPr>
          <w:rFonts w:ascii="Times New Roman" w:hAnsi="Times New Roman"/>
          <w:b/>
          <w:sz w:val="24"/>
          <w:szCs w:val="24"/>
        </w:rPr>
        <w:t xml:space="preserve"> Helen is thrashing and hurting,</w:t>
      </w:r>
      <w:r>
        <w:rPr>
          <w:rFonts w:ascii="Times New Roman" w:hAnsi="Times New Roman"/>
          <w:sz w:val="24"/>
          <w:szCs w:val="24"/>
        </w:rPr>
        <w:t xml:space="preserve"> abdicates the doll from Helen until she can spell it.</w:t>
      </w:r>
    </w:p>
    <w:p w:rsidR="00295954" w:rsidRPr="004C2A31" w:rsidRDefault="00295954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>diction-n.  style of writing</w:t>
      </w:r>
      <w:r w:rsidRPr="004C2A31">
        <w:rPr>
          <w:rFonts w:ascii="Times New Roman" w:hAnsi="Times New Roman"/>
          <w:sz w:val="24"/>
          <w:szCs w:val="24"/>
        </w:rPr>
        <w:tab/>
        <w:t>dic=to say</w:t>
      </w:r>
    </w:p>
    <w:p w:rsidR="00295954" w:rsidRPr="004C2A31" w:rsidRDefault="00295954" w:rsidP="004C2A31">
      <w:pPr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book sentence.</w:t>
      </w:r>
    </w:p>
    <w:p w:rsidR="00295954" w:rsidRPr="00801130" w:rsidRDefault="00295954" w:rsidP="00801130">
      <w:pPr>
        <w:spacing w:line="480" w:lineRule="auto"/>
        <w:ind w:left="2160"/>
      </w:pPr>
      <w:r w:rsidRPr="004C2A3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William Gibson,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who </w:t>
      </w:r>
      <w:r>
        <w:rPr>
          <w:rFonts w:ascii="Times New Roman" w:hAnsi="Times New Roman"/>
          <w:b/>
          <w:sz w:val="24"/>
          <w:szCs w:val="24"/>
        </w:rPr>
        <w:t xml:space="preserve">wrote </w:t>
      </w:r>
      <w:r>
        <w:rPr>
          <w:rFonts w:ascii="Times New Roman" w:hAnsi="Times New Roman"/>
          <w:b/>
          <w:sz w:val="24"/>
          <w:szCs w:val="24"/>
          <w:u w:val="single"/>
        </w:rPr>
        <w:t>The Miracle Worker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has a very unique diction.</w:t>
      </w:r>
    </w:p>
    <w:p w:rsidR="00295954" w:rsidRPr="004C2A31" w:rsidRDefault="00295954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>verdict-n.  a judgement</w:t>
      </w:r>
      <w:r w:rsidRPr="004C2A31">
        <w:rPr>
          <w:rFonts w:ascii="Times New Roman" w:hAnsi="Times New Roman"/>
          <w:sz w:val="24"/>
          <w:szCs w:val="24"/>
        </w:rPr>
        <w:tab/>
        <w:t>ver=true</w:t>
      </w:r>
      <w:r w:rsidRPr="004C2A31">
        <w:rPr>
          <w:rFonts w:ascii="Times New Roman" w:hAnsi="Times New Roman"/>
          <w:sz w:val="24"/>
          <w:szCs w:val="24"/>
        </w:rPr>
        <w:tab/>
        <w:t>dict=to tell</w:t>
      </w:r>
    </w:p>
    <w:p w:rsidR="00295954" w:rsidRPr="004C2A31" w:rsidRDefault="00295954" w:rsidP="004C2A31">
      <w:pPr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book sentence.</w:t>
      </w:r>
    </w:p>
    <w:p w:rsidR="00295954" w:rsidRPr="00801130" w:rsidRDefault="00295954" w:rsidP="004C2A31">
      <w:pPr>
        <w:spacing w:line="480" w:lineRule="auto"/>
        <w:ind w:left="1440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Captain Keller, </w:t>
      </w:r>
      <w:r>
        <w:rPr>
          <w:rFonts w:ascii="Times New Roman" w:hAnsi="Times New Roman"/>
          <w:b/>
          <w:sz w:val="24"/>
          <w:szCs w:val="24"/>
          <w:u w:val="single"/>
        </w:rPr>
        <w:t>who</w:t>
      </w:r>
      <w:r>
        <w:rPr>
          <w:rFonts w:ascii="Times New Roman" w:hAnsi="Times New Roman"/>
          <w:b/>
          <w:sz w:val="24"/>
          <w:szCs w:val="24"/>
        </w:rPr>
        <w:t xml:space="preserve"> is usually very stubborn about his decisions,</w:t>
      </w:r>
      <w:r>
        <w:rPr>
          <w:rFonts w:ascii="Times New Roman" w:hAnsi="Times New Roman"/>
          <w:sz w:val="24"/>
          <w:szCs w:val="24"/>
        </w:rPr>
        <w:t xml:space="preserve"> reached a verdict that Annie shall stay.</w:t>
      </w:r>
    </w:p>
    <w:p w:rsidR="00295954" w:rsidRPr="004C2A31" w:rsidRDefault="00295954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>indicative-adj.  showing, pointing out</w:t>
      </w:r>
      <w:r w:rsidRPr="004C2A31">
        <w:rPr>
          <w:rFonts w:ascii="Times New Roman" w:hAnsi="Times New Roman"/>
          <w:sz w:val="24"/>
          <w:szCs w:val="24"/>
        </w:rPr>
        <w:tab/>
      </w:r>
      <w:r w:rsidRPr="004C2A31">
        <w:rPr>
          <w:rFonts w:ascii="Times New Roman" w:hAnsi="Times New Roman"/>
          <w:sz w:val="24"/>
          <w:szCs w:val="24"/>
        </w:rPr>
        <w:tab/>
        <w:t>in=into</w:t>
      </w:r>
      <w:r w:rsidRPr="004C2A31">
        <w:rPr>
          <w:rFonts w:ascii="Times New Roman" w:hAnsi="Times New Roman"/>
          <w:sz w:val="24"/>
          <w:szCs w:val="24"/>
        </w:rPr>
        <w:tab/>
      </w:r>
      <w:r w:rsidRPr="004C2A31">
        <w:rPr>
          <w:rFonts w:ascii="Times New Roman" w:hAnsi="Times New Roman"/>
          <w:sz w:val="24"/>
          <w:szCs w:val="24"/>
        </w:rPr>
        <w:tab/>
        <w:t>dic=to say</w:t>
      </w:r>
    </w:p>
    <w:p w:rsidR="00295954" w:rsidRPr="00F11836" w:rsidRDefault="00295954" w:rsidP="00FA052D">
      <w:pPr>
        <w:spacing w:line="480" w:lineRule="auto"/>
        <w:ind w:left="1080" w:firstLine="360"/>
        <w:rPr>
          <w:rFonts w:ascii="Times New Roman" w:hAnsi="Times New Roman"/>
          <w:i/>
          <w:sz w:val="24"/>
          <w:szCs w:val="24"/>
        </w:rPr>
      </w:pPr>
      <w:r w:rsidRPr="00F11836">
        <w:rPr>
          <w:rFonts w:ascii="Times New Roman" w:hAnsi="Times New Roman"/>
          <w:i/>
          <w:sz w:val="24"/>
          <w:szCs w:val="24"/>
        </w:rPr>
        <w:t xml:space="preserve">A lack of appetite may be indicative of a major mental or physical disorder. </w:t>
      </w:r>
    </w:p>
    <w:p w:rsidR="00295954" w:rsidRPr="00220714" w:rsidRDefault="00295954" w:rsidP="004C2A31">
      <w:pPr>
        <w:spacing w:line="480" w:lineRule="auto"/>
        <w:ind w:left="1440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Annie, </w:t>
      </w:r>
      <w:r>
        <w:rPr>
          <w:rFonts w:ascii="Times New Roman" w:hAnsi="Times New Roman"/>
          <w:b/>
          <w:sz w:val="24"/>
          <w:szCs w:val="24"/>
          <w:u w:val="single"/>
        </w:rPr>
        <w:t>who</w:t>
      </w:r>
      <w:r>
        <w:rPr>
          <w:rFonts w:ascii="Times New Roman" w:hAnsi="Times New Roman"/>
          <w:b/>
          <w:sz w:val="24"/>
          <w:szCs w:val="24"/>
        </w:rPr>
        <w:t xml:space="preserve"> teaches Helen how to understand words,</w:t>
      </w:r>
      <w:r>
        <w:rPr>
          <w:rFonts w:ascii="Times New Roman" w:hAnsi="Times New Roman"/>
          <w:sz w:val="24"/>
          <w:szCs w:val="24"/>
        </w:rPr>
        <w:t xml:space="preserve"> teaches the blind and deaf using an indicative style of teaching.</w:t>
      </w:r>
    </w:p>
    <w:p w:rsidR="00295954" w:rsidRPr="004C2A31" w:rsidRDefault="00295954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 xml:space="preserve">indices-n.  </w:t>
      </w:r>
      <w:r>
        <w:rPr>
          <w:rFonts w:ascii="Times New Roman" w:hAnsi="Times New Roman"/>
          <w:sz w:val="24"/>
          <w:szCs w:val="24"/>
        </w:rPr>
        <w:t>indications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C2A31">
        <w:rPr>
          <w:rFonts w:ascii="Times New Roman" w:hAnsi="Times New Roman"/>
          <w:sz w:val="24"/>
          <w:szCs w:val="24"/>
        </w:rPr>
        <w:t>in=into</w:t>
      </w:r>
      <w:r w:rsidRPr="004C2A31">
        <w:rPr>
          <w:rFonts w:ascii="Times New Roman" w:hAnsi="Times New Roman"/>
          <w:sz w:val="24"/>
          <w:szCs w:val="24"/>
        </w:rPr>
        <w:tab/>
      </w:r>
      <w:r w:rsidRPr="004C2A31">
        <w:rPr>
          <w:rFonts w:ascii="Times New Roman" w:hAnsi="Times New Roman"/>
          <w:sz w:val="24"/>
          <w:szCs w:val="24"/>
        </w:rPr>
        <w:tab/>
        <w:t>dic=to tell/say</w:t>
      </w:r>
    </w:p>
    <w:p w:rsidR="00295954" w:rsidRPr="00F11836" w:rsidRDefault="00295954" w:rsidP="00FA052D">
      <w:pPr>
        <w:pStyle w:val="ListParagraph"/>
        <w:spacing w:line="48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Many college admissions officers believe that SAT scores and high school grades are the best indices of a student’s potential to succeed in college.</w:t>
      </w:r>
    </w:p>
    <w:p w:rsidR="00295954" w:rsidRPr="00220714" w:rsidRDefault="00295954" w:rsidP="004C2A31">
      <w:pPr>
        <w:spacing w:line="480" w:lineRule="auto"/>
        <w:ind w:left="1440"/>
      </w:pPr>
      <w:r w:rsidRPr="004C2A3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James, </w:t>
      </w:r>
      <w:r>
        <w:rPr>
          <w:rFonts w:ascii="Times New Roman" w:hAnsi="Times New Roman"/>
          <w:b/>
          <w:sz w:val="24"/>
          <w:szCs w:val="24"/>
          <w:u w:val="single"/>
        </w:rPr>
        <w:t>who</w:t>
      </w:r>
      <w:r>
        <w:rPr>
          <w:rFonts w:ascii="Times New Roman" w:hAnsi="Times New Roman"/>
          <w:b/>
          <w:sz w:val="24"/>
          <w:szCs w:val="24"/>
        </w:rPr>
        <w:t xml:space="preserve"> agitates Annie while she is trying to teach,</w:t>
      </w:r>
      <w:r>
        <w:rPr>
          <w:rFonts w:ascii="Times New Roman" w:hAnsi="Times New Roman"/>
          <w:sz w:val="24"/>
          <w:szCs w:val="24"/>
        </w:rPr>
        <w:t xml:space="preserve"> does not understand her indices to get out and stop annoying her.</w:t>
      </w:r>
    </w:p>
    <w:p w:rsidR="00295954" w:rsidRPr="004C2A31" w:rsidRDefault="00295954" w:rsidP="004C2A3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4C2A31">
        <w:rPr>
          <w:rFonts w:ascii="Times New Roman" w:hAnsi="Times New Roman"/>
          <w:sz w:val="24"/>
          <w:szCs w:val="24"/>
        </w:rPr>
        <w:t>didactic-adj.  inclined to teach</w:t>
      </w:r>
      <w:r w:rsidRPr="004C2A31">
        <w:rPr>
          <w:rFonts w:ascii="Times New Roman" w:hAnsi="Times New Roman"/>
          <w:sz w:val="24"/>
          <w:szCs w:val="24"/>
        </w:rPr>
        <w:tab/>
      </w:r>
    </w:p>
    <w:p w:rsidR="00295954" w:rsidRPr="00F11836" w:rsidRDefault="00295954" w:rsidP="00FA052D">
      <w:pPr>
        <w:spacing w:line="480" w:lineRule="auto"/>
        <w:ind w:left="144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An Essay on Man is too didactic for my taste: I dislike it when poets turn preachy and moralize. </w:t>
      </w:r>
    </w:p>
    <w:p w:rsidR="00295954" w:rsidRPr="00356EB7" w:rsidRDefault="00295954" w:rsidP="004C2A31">
      <w:pPr>
        <w:spacing w:line="480" w:lineRule="auto"/>
        <w:ind w:left="1440"/>
      </w:pPr>
      <w:r w:rsidRPr="004C2A3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Captain Keller, </w:t>
      </w:r>
      <w:r>
        <w:rPr>
          <w:rFonts w:ascii="Times New Roman" w:hAnsi="Times New Roman"/>
          <w:b/>
          <w:sz w:val="24"/>
          <w:szCs w:val="24"/>
          <w:u w:val="single"/>
        </w:rPr>
        <w:t>who</w:t>
      </w:r>
      <w:r>
        <w:rPr>
          <w:rFonts w:ascii="Times New Roman" w:hAnsi="Times New Roman"/>
          <w:b/>
          <w:sz w:val="24"/>
          <w:szCs w:val="24"/>
        </w:rPr>
        <w:t xml:space="preserve"> is quite didactic,</w:t>
      </w:r>
      <w:r>
        <w:rPr>
          <w:rFonts w:ascii="Times New Roman" w:hAnsi="Times New Roman"/>
          <w:sz w:val="24"/>
          <w:szCs w:val="24"/>
        </w:rPr>
        <w:t xml:space="preserve"> ends up being a negative influence due to his aggressive nature.</w:t>
      </w:r>
    </w:p>
    <w:p w:rsidR="00295954" w:rsidRPr="004C2A31" w:rsidRDefault="00295954" w:rsidP="004C2A31">
      <w:pPr>
        <w:spacing w:line="480" w:lineRule="auto"/>
        <w:rPr>
          <w:rFonts w:ascii="Times New Roman" w:hAnsi="Times New Roman"/>
          <w:sz w:val="24"/>
          <w:szCs w:val="24"/>
        </w:rPr>
      </w:pPr>
    </w:p>
    <w:sectPr w:rsidR="00295954" w:rsidRPr="004C2A31" w:rsidSect="00F730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modern"/>
    <w:notTrueType/>
    <w:pitch w:val="variable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A18F3"/>
    <w:multiLevelType w:val="hybridMultilevel"/>
    <w:tmpl w:val="AB7AD6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B0A"/>
    <w:rsid w:val="00114626"/>
    <w:rsid w:val="001273A6"/>
    <w:rsid w:val="00220714"/>
    <w:rsid w:val="00276D2C"/>
    <w:rsid w:val="00295954"/>
    <w:rsid w:val="002F2930"/>
    <w:rsid w:val="00356EB7"/>
    <w:rsid w:val="004C2A31"/>
    <w:rsid w:val="005E56B9"/>
    <w:rsid w:val="006E7036"/>
    <w:rsid w:val="00801130"/>
    <w:rsid w:val="0084747B"/>
    <w:rsid w:val="008A4988"/>
    <w:rsid w:val="008C3B0A"/>
    <w:rsid w:val="00960972"/>
    <w:rsid w:val="009717B5"/>
    <w:rsid w:val="00C85770"/>
    <w:rsid w:val="00CB53B5"/>
    <w:rsid w:val="00D46D2D"/>
    <w:rsid w:val="00D74DBF"/>
    <w:rsid w:val="00DF611B"/>
    <w:rsid w:val="00E00F5E"/>
    <w:rsid w:val="00E83D5E"/>
    <w:rsid w:val="00EC377A"/>
    <w:rsid w:val="00ED2B09"/>
    <w:rsid w:val="00F048E8"/>
    <w:rsid w:val="00F11836"/>
    <w:rsid w:val="00F73086"/>
    <w:rsid w:val="00FA0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algun Gothic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086"/>
    <w:pPr>
      <w:spacing w:after="200" w:line="276" w:lineRule="auto"/>
    </w:pPr>
    <w:rPr>
      <w:lang w:eastAsia="ko-K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C3B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484</Words>
  <Characters>2761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Amit Mondal</dc:title>
  <dc:subject/>
  <dc:creator>amit</dc:creator>
  <cp:keywords/>
  <dc:description/>
  <cp:lastModifiedBy>wks1</cp:lastModifiedBy>
  <cp:revision>2</cp:revision>
  <dcterms:created xsi:type="dcterms:W3CDTF">2009-01-30T18:44:00Z</dcterms:created>
  <dcterms:modified xsi:type="dcterms:W3CDTF">2009-01-30T18:44:00Z</dcterms:modified>
</cp:coreProperties>
</file>